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4A3" w:rsidRDefault="009604A3" w:rsidP="009F1437">
      <w:pPr>
        <w:jc w:val="both"/>
        <w:rPr>
          <w:szCs w:val="24"/>
          <w:lang w:val="et-EE"/>
        </w:rPr>
      </w:pPr>
    </w:p>
    <w:p w:rsidR="009604A3" w:rsidRPr="00B52AEF" w:rsidRDefault="009604A3" w:rsidP="00A97954">
      <w:pPr>
        <w:rPr>
          <w:sz w:val="24"/>
          <w:szCs w:val="24"/>
          <w:lang w:val="et-EE"/>
        </w:rPr>
      </w:pPr>
    </w:p>
    <w:p w:rsidR="002834CC" w:rsidRPr="00101BC5" w:rsidRDefault="002834CC" w:rsidP="002834CC">
      <w:pPr>
        <w:rPr>
          <w:sz w:val="24"/>
          <w:szCs w:val="24"/>
        </w:rPr>
      </w:pPr>
    </w:p>
    <w:p w:rsidR="002834CC" w:rsidRDefault="002834CC" w:rsidP="002834CC">
      <w:pPr>
        <w:rPr>
          <w:sz w:val="24"/>
          <w:szCs w:val="24"/>
          <w:lang w:val="et-EE"/>
        </w:rPr>
      </w:pPr>
      <w:r w:rsidRPr="003A428B">
        <w:rPr>
          <w:b/>
          <w:sz w:val="24"/>
          <w:szCs w:val="24"/>
          <w:lang w:val="et-EE"/>
        </w:rPr>
        <w:t xml:space="preserve">Külli </w:t>
      </w:r>
      <w:proofErr w:type="spellStart"/>
      <w:r w:rsidRPr="003A428B">
        <w:rPr>
          <w:b/>
          <w:sz w:val="24"/>
          <w:szCs w:val="24"/>
          <w:lang w:val="et-EE"/>
        </w:rPr>
        <w:t>Friedemann</w:t>
      </w:r>
      <w:proofErr w:type="spellEnd"/>
      <w:r w:rsidRPr="0049115F">
        <w:rPr>
          <w:sz w:val="24"/>
          <w:szCs w:val="24"/>
          <w:lang w:val="et-EE"/>
        </w:rPr>
        <w:tab/>
      </w:r>
      <w:r w:rsidRPr="0049115F">
        <w:rPr>
          <w:sz w:val="24"/>
          <w:szCs w:val="24"/>
          <w:lang w:val="et-EE"/>
        </w:rPr>
        <w:tab/>
      </w:r>
      <w:r w:rsidRPr="0049115F">
        <w:rPr>
          <w:sz w:val="24"/>
          <w:szCs w:val="24"/>
          <w:lang w:val="et-EE"/>
        </w:rPr>
        <w:tab/>
      </w:r>
      <w:r w:rsidRPr="0049115F">
        <w:rPr>
          <w:sz w:val="24"/>
          <w:szCs w:val="24"/>
          <w:lang w:val="et-EE"/>
        </w:rPr>
        <w:tab/>
      </w:r>
      <w:r w:rsidRPr="0049115F">
        <w:rPr>
          <w:sz w:val="24"/>
          <w:szCs w:val="24"/>
          <w:lang w:val="et-EE"/>
        </w:rPr>
        <w:tab/>
        <w:t xml:space="preserve">Teie </w:t>
      </w:r>
    </w:p>
    <w:p w:rsidR="002834CC" w:rsidRPr="0049115F" w:rsidRDefault="002834CC" w:rsidP="002834CC">
      <w:pPr>
        <w:rPr>
          <w:sz w:val="24"/>
          <w:szCs w:val="24"/>
          <w:lang w:val="et-EE"/>
        </w:rPr>
      </w:pPr>
      <w:r w:rsidRPr="0049115F">
        <w:rPr>
          <w:sz w:val="24"/>
          <w:szCs w:val="24"/>
          <w:lang w:val="et-EE"/>
        </w:rPr>
        <w:t>osakonnajuhataja</w:t>
      </w:r>
    </w:p>
    <w:p w:rsidR="002834CC" w:rsidRDefault="002834CC" w:rsidP="002834CC">
      <w:pPr>
        <w:rPr>
          <w:sz w:val="24"/>
          <w:szCs w:val="24"/>
          <w:lang w:val="et-EE"/>
        </w:rPr>
      </w:pPr>
      <w:r w:rsidRPr="003A428B">
        <w:rPr>
          <w:sz w:val="24"/>
          <w:szCs w:val="24"/>
          <w:lang w:val="et-EE"/>
        </w:rPr>
        <w:t>Tervishoiuteenuste osakond</w:t>
      </w:r>
    </w:p>
    <w:p w:rsidR="002834CC" w:rsidRPr="00E5754B" w:rsidRDefault="002834CC" w:rsidP="002834CC">
      <w:pPr>
        <w:rPr>
          <w:b/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Terviseamet</w:t>
      </w:r>
      <w:r w:rsidRPr="0049115F"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 xml:space="preserve"> Meie 0</w:t>
      </w:r>
      <w:r w:rsidR="002E2637">
        <w:rPr>
          <w:sz w:val="24"/>
          <w:szCs w:val="24"/>
          <w:lang w:val="et-EE"/>
        </w:rPr>
        <w:t>7</w:t>
      </w:r>
      <w:r>
        <w:rPr>
          <w:sz w:val="24"/>
          <w:szCs w:val="24"/>
          <w:lang w:val="et-EE"/>
        </w:rPr>
        <w:t>.</w:t>
      </w:r>
      <w:r w:rsidR="002E2637">
        <w:rPr>
          <w:sz w:val="24"/>
          <w:szCs w:val="24"/>
          <w:lang w:val="et-EE"/>
        </w:rPr>
        <w:t>02</w:t>
      </w:r>
      <w:r>
        <w:rPr>
          <w:sz w:val="24"/>
          <w:szCs w:val="24"/>
          <w:lang w:val="et-EE"/>
        </w:rPr>
        <w:t>.202</w:t>
      </w:r>
      <w:r w:rsidR="002E2637">
        <w:rPr>
          <w:sz w:val="24"/>
          <w:szCs w:val="24"/>
          <w:lang w:val="et-EE"/>
        </w:rPr>
        <w:t>5</w:t>
      </w:r>
      <w:r>
        <w:rPr>
          <w:sz w:val="24"/>
          <w:szCs w:val="24"/>
          <w:lang w:val="et-EE"/>
        </w:rPr>
        <w:t xml:space="preserve"> nr 2-1/</w:t>
      </w:r>
      <w:r w:rsidR="002E2637">
        <w:rPr>
          <w:sz w:val="24"/>
          <w:szCs w:val="24"/>
          <w:lang w:val="et-EE"/>
        </w:rPr>
        <w:t>03</w:t>
      </w:r>
    </w:p>
    <w:p w:rsidR="002834CC" w:rsidRDefault="002834CC" w:rsidP="002834CC">
      <w:pPr>
        <w:rPr>
          <w:sz w:val="24"/>
          <w:szCs w:val="24"/>
          <w:lang w:val="et-EE"/>
        </w:rPr>
      </w:pPr>
    </w:p>
    <w:p w:rsidR="002834CC" w:rsidRDefault="002834CC" w:rsidP="002834CC">
      <w:pPr>
        <w:rPr>
          <w:sz w:val="24"/>
          <w:szCs w:val="24"/>
          <w:lang w:val="et-EE"/>
        </w:rPr>
      </w:pPr>
    </w:p>
    <w:p w:rsidR="002834CC" w:rsidRDefault="002834CC" w:rsidP="002834CC">
      <w:pPr>
        <w:rPr>
          <w:sz w:val="24"/>
          <w:szCs w:val="24"/>
          <w:lang w:val="et-EE"/>
        </w:rPr>
      </w:pPr>
    </w:p>
    <w:p w:rsidR="002834CC" w:rsidRPr="0049115F" w:rsidRDefault="002834CC" w:rsidP="002834CC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OÜ Estmedica Tervisekeskus taotlus protseduuriruumi lisamiseks tegevusloale nr </w:t>
      </w:r>
      <w:r w:rsidR="002E2637" w:rsidRPr="002E2637">
        <w:rPr>
          <w:sz w:val="24"/>
          <w:szCs w:val="24"/>
          <w:lang w:val="et-EE"/>
        </w:rPr>
        <w:t>L07029</w:t>
      </w:r>
    </w:p>
    <w:p w:rsidR="002834CC" w:rsidRDefault="002834CC" w:rsidP="002834CC">
      <w:pPr>
        <w:rPr>
          <w:sz w:val="24"/>
          <w:szCs w:val="24"/>
          <w:lang w:val="et-EE"/>
        </w:rPr>
      </w:pPr>
    </w:p>
    <w:p w:rsidR="002834CC" w:rsidRDefault="002834CC" w:rsidP="002834C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Palume OÜ Estmedica</w:t>
      </w:r>
      <w:r w:rsidR="00D6447C">
        <w:rPr>
          <w:sz w:val="24"/>
          <w:szCs w:val="24"/>
          <w:lang w:val="et-EE"/>
        </w:rPr>
        <w:t xml:space="preserve"> </w:t>
      </w:r>
      <w:r w:rsidR="008A62AD">
        <w:rPr>
          <w:sz w:val="24"/>
          <w:szCs w:val="24"/>
          <w:lang w:val="et-EE"/>
        </w:rPr>
        <w:t xml:space="preserve">Tervisekeskuse </w:t>
      </w:r>
      <w:r w:rsidR="00D6447C">
        <w:rPr>
          <w:sz w:val="24"/>
          <w:szCs w:val="24"/>
          <w:lang w:val="et-EE"/>
        </w:rPr>
        <w:t>ambulatoorse oftalmoloogia</w:t>
      </w:r>
      <w:r>
        <w:rPr>
          <w:sz w:val="24"/>
          <w:szCs w:val="24"/>
          <w:lang w:val="et-EE"/>
        </w:rPr>
        <w:t xml:space="preserve"> tegevusloale nr </w:t>
      </w:r>
      <w:r w:rsidR="002E2637" w:rsidRPr="002E2637">
        <w:rPr>
          <w:sz w:val="24"/>
          <w:szCs w:val="24"/>
          <w:lang w:val="et-EE"/>
        </w:rPr>
        <w:t>L07029</w:t>
      </w:r>
      <w:r>
        <w:rPr>
          <w:sz w:val="24"/>
          <w:szCs w:val="24"/>
          <w:lang w:val="et-EE"/>
        </w:rPr>
        <w:t xml:space="preserve"> aadressil </w:t>
      </w:r>
      <w:r w:rsidR="002E2637" w:rsidRPr="002E2637">
        <w:rPr>
          <w:sz w:val="24"/>
          <w:szCs w:val="24"/>
          <w:lang w:val="et-EE"/>
        </w:rPr>
        <w:t>Harju maakond, Tallinn, Lasnamäe linnaosa, Sepapaja tn 12/1</w:t>
      </w:r>
      <w:r w:rsidR="002E2637"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  <w:lang w:val="et-EE"/>
        </w:rPr>
        <w:t xml:space="preserve">lisada protseduuriruum </w:t>
      </w:r>
      <w:proofErr w:type="spellStart"/>
      <w:r>
        <w:rPr>
          <w:sz w:val="24"/>
          <w:szCs w:val="24"/>
          <w:lang w:val="et-EE"/>
        </w:rPr>
        <w:t>kab</w:t>
      </w:r>
      <w:proofErr w:type="spellEnd"/>
      <w:r>
        <w:rPr>
          <w:sz w:val="24"/>
          <w:szCs w:val="24"/>
          <w:lang w:val="et-EE"/>
        </w:rPr>
        <w:t>.</w:t>
      </w:r>
      <w:r w:rsidR="002E2637" w:rsidRPr="002E2637">
        <w:rPr>
          <w:lang w:val="et-EE"/>
        </w:rPr>
        <w:t xml:space="preserve"> </w:t>
      </w:r>
      <w:r w:rsidR="002E2637" w:rsidRPr="002E2637">
        <w:rPr>
          <w:sz w:val="24"/>
          <w:szCs w:val="24"/>
          <w:lang w:val="et-EE"/>
        </w:rPr>
        <w:t>2.03.006</w:t>
      </w:r>
      <w:r>
        <w:rPr>
          <w:sz w:val="24"/>
          <w:szCs w:val="24"/>
          <w:lang w:val="et-EE"/>
        </w:rPr>
        <w:t>.</w:t>
      </w:r>
    </w:p>
    <w:p w:rsidR="002834CC" w:rsidRDefault="002834CC" w:rsidP="002834CC">
      <w:pPr>
        <w:rPr>
          <w:sz w:val="24"/>
          <w:szCs w:val="24"/>
          <w:lang w:val="et-EE"/>
        </w:rPr>
      </w:pPr>
    </w:p>
    <w:p w:rsidR="002834CC" w:rsidRPr="00454502" w:rsidRDefault="002834CC" w:rsidP="002834CC">
      <w:pPr>
        <w:rPr>
          <w:sz w:val="24"/>
          <w:szCs w:val="24"/>
          <w:lang w:val="et-EE"/>
        </w:rPr>
      </w:pPr>
    </w:p>
    <w:p w:rsidR="002834CC" w:rsidRDefault="002834CC" w:rsidP="002834CC">
      <w:pPr>
        <w:rPr>
          <w:sz w:val="24"/>
          <w:szCs w:val="24"/>
          <w:lang w:val="et-EE"/>
        </w:rPr>
      </w:pPr>
    </w:p>
    <w:p w:rsidR="002834CC" w:rsidRDefault="002834CC" w:rsidP="002834CC">
      <w:pPr>
        <w:rPr>
          <w:sz w:val="24"/>
          <w:szCs w:val="24"/>
          <w:lang w:val="et-EE"/>
        </w:rPr>
      </w:pPr>
      <w:r w:rsidRPr="00454502">
        <w:rPr>
          <w:sz w:val="24"/>
          <w:szCs w:val="24"/>
          <w:lang w:val="et-EE"/>
        </w:rPr>
        <w:t xml:space="preserve">Lugupidamisega, </w:t>
      </w:r>
    </w:p>
    <w:p w:rsidR="002834CC" w:rsidRPr="00454502" w:rsidRDefault="002834CC" w:rsidP="002834CC">
      <w:pPr>
        <w:rPr>
          <w:sz w:val="24"/>
          <w:szCs w:val="24"/>
          <w:lang w:val="et-EE"/>
        </w:rPr>
      </w:pPr>
    </w:p>
    <w:p w:rsidR="002834CC" w:rsidRDefault="002834CC" w:rsidP="002834CC">
      <w:pPr>
        <w:rPr>
          <w:sz w:val="24"/>
          <w:szCs w:val="24"/>
          <w:lang w:val="et-EE"/>
        </w:rPr>
      </w:pPr>
    </w:p>
    <w:p w:rsidR="002834CC" w:rsidRDefault="002834CC" w:rsidP="002834CC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Andrei Detotšenko</w:t>
      </w:r>
    </w:p>
    <w:p w:rsidR="002834CC" w:rsidRDefault="002834CC" w:rsidP="002834CC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Juhatuse liige</w:t>
      </w:r>
      <w:bookmarkStart w:id="0" w:name="_GoBack"/>
      <w:bookmarkEnd w:id="0"/>
    </w:p>
    <w:p w:rsidR="002834CC" w:rsidRDefault="002834CC" w:rsidP="002834CC">
      <w:pPr>
        <w:rPr>
          <w:sz w:val="24"/>
          <w:szCs w:val="24"/>
          <w:lang w:val="et-EE"/>
        </w:rPr>
      </w:pPr>
    </w:p>
    <w:p w:rsidR="002834CC" w:rsidRDefault="002834CC" w:rsidP="002834CC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/allkirjastatud digitaalselt/</w:t>
      </w:r>
    </w:p>
    <w:p w:rsidR="002834CC" w:rsidRDefault="002834CC" w:rsidP="002834CC">
      <w:pPr>
        <w:rPr>
          <w:sz w:val="24"/>
          <w:szCs w:val="24"/>
          <w:lang w:val="et-EE"/>
        </w:rPr>
      </w:pPr>
    </w:p>
    <w:p w:rsidR="002834CC" w:rsidRDefault="002834CC" w:rsidP="002834CC">
      <w:pPr>
        <w:rPr>
          <w:sz w:val="24"/>
          <w:szCs w:val="24"/>
          <w:lang w:val="et-EE"/>
        </w:rPr>
      </w:pPr>
    </w:p>
    <w:p w:rsidR="002834CC" w:rsidRDefault="002834CC" w:rsidP="002834CC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Lisad:</w:t>
      </w:r>
    </w:p>
    <w:p w:rsidR="002834CC" w:rsidRDefault="002834CC" w:rsidP="002834CC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1. Ruumide plaan </w:t>
      </w:r>
      <w:r w:rsidR="00D6447C" w:rsidRPr="002E2637">
        <w:rPr>
          <w:sz w:val="24"/>
          <w:szCs w:val="24"/>
          <w:lang w:val="et-EE"/>
        </w:rPr>
        <w:t>Sepapaja tn 12/1</w:t>
      </w:r>
      <w:r>
        <w:rPr>
          <w:sz w:val="24"/>
          <w:szCs w:val="24"/>
          <w:lang w:val="et-EE"/>
        </w:rPr>
        <w:t xml:space="preserve">, Tallinn </w:t>
      </w:r>
    </w:p>
    <w:p w:rsidR="002834CC" w:rsidRDefault="002834CC" w:rsidP="002834CC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2. Tabel nõuetest ambulatoorsetele </w:t>
      </w:r>
      <w:proofErr w:type="spellStart"/>
      <w:r w:rsidR="00D6447C">
        <w:rPr>
          <w:sz w:val="24"/>
          <w:szCs w:val="24"/>
          <w:lang w:val="et-EE"/>
        </w:rPr>
        <w:t>oftalmoloogiateenustele</w:t>
      </w:r>
      <w:proofErr w:type="spellEnd"/>
    </w:p>
    <w:p w:rsidR="002834CC" w:rsidRPr="00101BC5" w:rsidRDefault="002834CC" w:rsidP="002834CC">
      <w:pPr>
        <w:rPr>
          <w:sz w:val="24"/>
          <w:szCs w:val="24"/>
          <w:lang w:val="et-EE"/>
        </w:rPr>
      </w:pPr>
    </w:p>
    <w:p w:rsidR="00045C7F" w:rsidRPr="00045C7F" w:rsidRDefault="00045C7F">
      <w:pPr>
        <w:autoSpaceDE w:val="0"/>
        <w:autoSpaceDN w:val="0"/>
        <w:adjustRightInd w:val="0"/>
        <w:jc w:val="both"/>
        <w:rPr>
          <w:sz w:val="24"/>
          <w:szCs w:val="24"/>
          <w:lang w:val="et-EE"/>
        </w:rPr>
      </w:pPr>
    </w:p>
    <w:sectPr w:rsidR="00045C7F" w:rsidRPr="00045C7F" w:rsidSect="00090D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079" w:rsidRDefault="00707079">
      <w:r>
        <w:separator/>
      </w:r>
    </w:p>
  </w:endnote>
  <w:endnote w:type="continuationSeparator" w:id="0">
    <w:p w:rsidR="00707079" w:rsidRDefault="00707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079" w:rsidRDefault="00707079">
      <w:r>
        <w:separator/>
      </w:r>
    </w:p>
  </w:footnote>
  <w:footnote w:type="continuationSeparator" w:id="0">
    <w:p w:rsidR="00707079" w:rsidRDefault="007070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E73" w:rsidRDefault="00045C7F" w:rsidP="00E25107">
    <w:pPr>
      <w:pStyle w:val="Header"/>
      <w:rPr>
        <w:rFonts w:ascii="Trebuchet MS" w:hAnsi="Trebuchet MS"/>
        <w:b/>
        <w:sz w:val="56"/>
        <w:szCs w:val="56"/>
        <w:lang w:val="et-EE"/>
      </w:rPr>
    </w:pPr>
    <w:r>
      <w:rPr>
        <w:rFonts w:ascii="Trebuchet MS" w:hAnsi="Trebuchet MS"/>
        <w:b/>
        <w:noProof/>
        <w:sz w:val="56"/>
        <w:szCs w:val="56"/>
        <w:lang w:val="et-EE"/>
      </w:rPr>
      <mc:AlternateContent>
        <mc:Choice Requires="wps">
          <w:drawing>
            <wp:inline distT="0" distB="0" distL="0" distR="0">
              <wp:extent cx="5753100" cy="438150"/>
              <wp:effectExtent l="0" t="0" r="0" b="0"/>
              <wp:docPr id="1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5753100" cy="504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25AE" w:rsidRDefault="008225AE" w:rsidP="008225A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045C7F">
                            <w:rPr>
                              <w:rFonts w:ascii="Trebuchet MS" w:hAnsi="Trebuchet MS"/>
                              <w:b/>
                              <w:bCs/>
                              <w:outline/>
                              <w:color w:val="000000"/>
                              <w:sz w:val="56"/>
                              <w:szCs w:val="5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 xml:space="preserve">OÜ </w:t>
                          </w:r>
                          <w:r w:rsidR="00F72FBB">
                            <w:rPr>
                              <w:rFonts w:ascii="Trebuchet MS" w:hAnsi="Trebuchet MS"/>
                              <w:b/>
                              <w:bCs/>
                              <w:outline/>
                              <w:color w:val="000000"/>
                              <w:sz w:val="56"/>
                              <w:szCs w:val="5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 xml:space="preserve">Estmedica </w:t>
                          </w:r>
                          <w:r w:rsidRPr="00045C7F">
                            <w:rPr>
                              <w:rFonts w:ascii="Trebuchet MS" w:hAnsi="Trebuchet MS"/>
                              <w:b/>
                              <w:bCs/>
                              <w:outline/>
                              <w:color w:val="000000"/>
                              <w:sz w:val="56"/>
                              <w:szCs w:val="5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Tervisekeskus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width:453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" filled="f" stroked="f">
              <o:lock v:ext="edit" shapetype="t"/>
              <v:textbox style="mso-fit-shape-to-text:t">
                <w:txbxContent>
                  <w:p w:rsidR="008225AE" w:rsidRDefault="008225AE" w:rsidP="008225A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045C7F">
                      <w:rPr>
                        <w:rFonts w:ascii="Trebuchet MS" w:hAnsi="Trebuchet MS"/>
                        <w:b/>
                        <w:bCs/>
                        <w:outline/>
                        <w:color w:val="000000"/>
                        <w:sz w:val="56"/>
                        <w:szCs w:val="5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 xml:space="preserve">OÜ </w:t>
                    </w:r>
                    <w:r w:rsidR="00F72FBB">
                      <w:rPr>
                        <w:rFonts w:ascii="Trebuchet MS" w:hAnsi="Trebuchet MS"/>
                        <w:b/>
                        <w:bCs/>
                        <w:outline/>
                        <w:color w:val="000000"/>
                        <w:sz w:val="56"/>
                        <w:szCs w:val="5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 xml:space="preserve">Estmedica </w:t>
                    </w:r>
                    <w:r w:rsidRPr="00045C7F">
                      <w:rPr>
                        <w:rFonts w:ascii="Trebuchet MS" w:hAnsi="Trebuchet MS"/>
                        <w:b/>
                        <w:bCs/>
                        <w:outline/>
                        <w:color w:val="000000"/>
                        <w:sz w:val="56"/>
                        <w:szCs w:val="5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Tervisekeskus</w:t>
                    </w:r>
                  </w:p>
                </w:txbxContent>
              </v:textbox>
              <w10:anchorlock/>
            </v:shape>
          </w:pict>
        </mc:Fallback>
      </mc:AlternateContent>
    </w:r>
  </w:p>
  <w:p w:rsidR="00E21E73" w:rsidRPr="00E25107" w:rsidRDefault="00E21E73" w:rsidP="00E25107">
    <w:pPr>
      <w:pStyle w:val="Header"/>
      <w:rPr>
        <w:rFonts w:ascii="Trebuchet MS" w:hAnsi="Trebuchet MS"/>
        <w:b/>
        <w:sz w:val="16"/>
        <w:szCs w:val="16"/>
        <w:lang w:val="et-EE"/>
      </w:rPr>
    </w:pPr>
  </w:p>
  <w:p w:rsidR="00E21E73" w:rsidRPr="00090D68" w:rsidRDefault="00E21E73" w:rsidP="00090D68">
    <w:pPr>
      <w:pBdr>
        <w:top w:val="double" w:sz="4" w:space="1" w:color="auto"/>
      </w:pBdr>
      <w:jc w:val="center"/>
      <w:rPr>
        <w:rFonts w:ascii="Trebuchet MS" w:hAnsi="Trebuchet MS"/>
        <w:sz w:val="4"/>
        <w:szCs w:val="4"/>
        <w:lang w:val="et-EE"/>
      </w:rPr>
    </w:pPr>
  </w:p>
  <w:p w:rsidR="00E21E73" w:rsidRPr="00090D68" w:rsidRDefault="00E21E73" w:rsidP="00090D68">
    <w:pPr>
      <w:pBdr>
        <w:top w:val="double" w:sz="4" w:space="1" w:color="auto"/>
      </w:pBdr>
      <w:jc w:val="center"/>
      <w:rPr>
        <w:rFonts w:ascii="Trebuchet MS" w:hAnsi="Trebuchet MS"/>
        <w:b/>
        <w:bCs/>
        <w:sz w:val="18"/>
        <w:szCs w:val="18"/>
        <w:lang w:val="et-EE"/>
      </w:rPr>
    </w:pPr>
    <w:r w:rsidRPr="00090D68">
      <w:rPr>
        <w:rFonts w:ascii="Trebuchet MS" w:hAnsi="Trebuchet MS"/>
        <w:b/>
        <w:bCs/>
        <w:sz w:val="18"/>
        <w:szCs w:val="18"/>
        <w:lang w:val="et-EE"/>
      </w:rPr>
      <w:t xml:space="preserve">:: Registrikood 10897416 :: Pavlovi 12a 40232 Sillamäe :: Tel. 392 </w:t>
    </w:r>
    <w:r>
      <w:rPr>
        <w:rFonts w:ascii="Trebuchet MS" w:hAnsi="Trebuchet MS"/>
        <w:b/>
        <w:bCs/>
        <w:sz w:val="18"/>
        <w:szCs w:val="18"/>
        <w:lang w:val="et-EE"/>
      </w:rPr>
      <w:t>9901</w:t>
    </w:r>
    <w:r w:rsidRPr="00090D68">
      <w:rPr>
        <w:rFonts w:ascii="Trebuchet MS" w:hAnsi="Trebuchet MS"/>
        <w:b/>
        <w:bCs/>
        <w:sz w:val="18"/>
        <w:szCs w:val="18"/>
        <w:lang w:val="et-EE"/>
      </w:rPr>
      <w:t>:: info@stk.ee ::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40C9D"/>
    <w:multiLevelType w:val="hybridMultilevel"/>
    <w:tmpl w:val="44503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04329"/>
    <w:multiLevelType w:val="hybridMultilevel"/>
    <w:tmpl w:val="01989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A6D67"/>
    <w:multiLevelType w:val="hybridMultilevel"/>
    <w:tmpl w:val="F1FCE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20C89"/>
    <w:multiLevelType w:val="hybridMultilevel"/>
    <w:tmpl w:val="DC044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A199C"/>
    <w:multiLevelType w:val="hybridMultilevel"/>
    <w:tmpl w:val="43881C4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DA73661"/>
    <w:multiLevelType w:val="hybridMultilevel"/>
    <w:tmpl w:val="6F06BE0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A245CF6"/>
    <w:multiLevelType w:val="hybridMultilevel"/>
    <w:tmpl w:val="E780C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982"/>
    <w:rsid w:val="00007109"/>
    <w:rsid w:val="0000754C"/>
    <w:rsid w:val="00007D07"/>
    <w:rsid w:val="00013530"/>
    <w:rsid w:val="0002052E"/>
    <w:rsid w:val="00045C7F"/>
    <w:rsid w:val="0004789C"/>
    <w:rsid w:val="000550F6"/>
    <w:rsid w:val="00056FDE"/>
    <w:rsid w:val="00067D47"/>
    <w:rsid w:val="00086626"/>
    <w:rsid w:val="000868C2"/>
    <w:rsid w:val="00090D68"/>
    <w:rsid w:val="00091A75"/>
    <w:rsid w:val="000A25F4"/>
    <w:rsid w:val="000A38F3"/>
    <w:rsid w:val="000A3945"/>
    <w:rsid w:val="000A6052"/>
    <w:rsid w:val="000C4F64"/>
    <w:rsid w:val="000D42E3"/>
    <w:rsid w:val="000D5F17"/>
    <w:rsid w:val="000F019A"/>
    <w:rsid w:val="000F2E3E"/>
    <w:rsid w:val="001048D5"/>
    <w:rsid w:val="00110D59"/>
    <w:rsid w:val="00111415"/>
    <w:rsid w:val="00113046"/>
    <w:rsid w:val="00115466"/>
    <w:rsid w:val="00123FC3"/>
    <w:rsid w:val="00127D4D"/>
    <w:rsid w:val="00130301"/>
    <w:rsid w:val="00142593"/>
    <w:rsid w:val="001431FA"/>
    <w:rsid w:val="00167B66"/>
    <w:rsid w:val="001719AA"/>
    <w:rsid w:val="001906E0"/>
    <w:rsid w:val="001A4A6E"/>
    <w:rsid w:val="001A7A74"/>
    <w:rsid w:val="001B2784"/>
    <w:rsid w:val="001B2EA0"/>
    <w:rsid w:val="001B70F4"/>
    <w:rsid w:val="001B7CC4"/>
    <w:rsid w:val="001D01D0"/>
    <w:rsid w:val="001D0651"/>
    <w:rsid w:val="001D35A8"/>
    <w:rsid w:val="001D62BE"/>
    <w:rsid w:val="001E363A"/>
    <w:rsid w:val="001F7C87"/>
    <w:rsid w:val="0020193A"/>
    <w:rsid w:val="00204EBE"/>
    <w:rsid w:val="00205982"/>
    <w:rsid w:val="002124B4"/>
    <w:rsid w:val="002169E1"/>
    <w:rsid w:val="002178BC"/>
    <w:rsid w:val="00221193"/>
    <w:rsid w:val="00222466"/>
    <w:rsid w:val="00226263"/>
    <w:rsid w:val="00230300"/>
    <w:rsid w:val="00230659"/>
    <w:rsid w:val="00232730"/>
    <w:rsid w:val="002344A6"/>
    <w:rsid w:val="00236CA4"/>
    <w:rsid w:val="0024019D"/>
    <w:rsid w:val="00242967"/>
    <w:rsid w:val="00243964"/>
    <w:rsid w:val="00252BF8"/>
    <w:rsid w:val="002566AB"/>
    <w:rsid w:val="00256C95"/>
    <w:rsid w:val="002641D4"/>
    <w:rsid w:val="00264E22"/>
    <w:rsid w:val="00265EED"/>
    <w:rsid w:val="0026627A"/>
    <w:rsid w:val="00267D7F"/>
    <w:rsid w:val="00267E53"/>
    <w:rsid w:val="0027052E"/>
    <w:rsid w:val="00271A42"/>
    <w:rsid w:val="00271C6A"/>
    <w:rsid w:val="00280947"/>
    <w:rsid w:val="002834CC"/>
    <w:rsid w:val="00285849"/>
    <w:rsid w:val="00287B7C"/>
    <w:rsid w:val="00290FB7"/>
    <w:rsid w:val="00294D3F"/>
    <w:rsid w:val="00296AD1"/>
    <w:rsid w:val="002B01EA"/>
    <w:rsid w:val="002C33BE"/>
    <w:rsid w:val="002C3FCD"/>
    <w:rsid w:val="002D57CB"/>
    <w:rsid w:val="002D6446"/>
    <w:rsid w:val="002D7FDD"/>
    <w:rsid w:val="002E12EB"/>
    <w:rsid w:val="002E2637"/>
    <w:rsid w:val="002E52D0"/>
    <w:rsid w:val="002F55AE"/>
    <w:rsid w:val="002F58C0"/>
    <w:rsid w:val="00304A04"/>
    <w:rsid w:val="003325BE"/>
    <w:rsid w:val="00334BCF"/>
    <w:rsid w:val="0034153B"/>
    <w:rsid w:val="003421EE"/>
    <w:rsid w:val="00345AA0"/>
    <w:rsid w:val="00347375"/>
    <w:rsid w:val="00347457"/>
    <w:rsid w:val="00347D5A"/>
    <w:rsid w:val="00352453"/>
    <w:rsid w:val="00352931"/>
    <w:rsid w:val="003611A1"/>
    <w:rsid w:val="00363FC8"/>
    <w:rsid w:val="003721A4"/>
    <w:rsid w:val="00383683"/>
    <w:rsid w:val="003856D9"/>
    <w:rsid w:val="00390307"/>
    <w:rsid w:val="0039080B"/>
    <w:rsid w:val="00396394"/>
    <w:rsid w:val="003A4FCF"/>
    <w:rsid w:val="003A7019"/>
    <w:rsid w:val="003B50EF"/>
    <w:rsid w:val="003B690E"/>
    <w:rsid w:val="003C486F"/>
    <w:rsid w:val="003D656E"/>
    <w:rsid w:val="003E781F"/>
    <w:rsid w:val="003F08A9"/>
    <w:rsid w:val="003F46AD"/>
    <w:rsid w:val="004015EC"/>
    <w:rsid w:val="00402487"/>
    <w:rsid w:val="00410F54"/>
    <w:rsid w:val="004120A7"/>
    <w:rsid w:val="00416F2E"/>
    <w:rsid w:val="00417DE2"/>
    <w:rsid w:val="004201AE"/>
    <w:rsid w:val="0042077D"/>
    <w:rsid w:val="00421575"/>
    <w:rsid w:val="004413E9"/>
    <w:rsid w:val="00444D8B"/>
    <w:rsid w:val="00445D88"/>
    <w:rsid w:val="00453C60"/>
    <w:rsid w:val="00455BDE"/>
    <w:rsid w:val="00456829"/>
    <w:rsid w:val="004636A4"/>
    <w:rsid w:val="00470AF2"/>
    <w:rsid w:val="004719FC"/>
    <w:rsid w:val="00475B81"/>
    <w:rsid w:val="00476287"/>
    <w:rsid w:val="00482302"/>
    <w:rsid w:val="004A2505"/>
    <w:rsid w:val="004D5E71"/>
    <w:rsid w:val="004E0E40"/>
    <w:rsid w:val="004E3AED"/>
    <w:rsid w:val="004F6930"/>
    <w:rsid w:val="00501FD4"/>
    <w:rsid w:val="00512B97"/>
    <w:rsid w:val="00514C4B"/>
    <w:rsid w:val="005251AD"/>
    <w:rsid w:val="00525713"/>
    <w:rsid w:val="00527454"/>
    <w:rsid w:val="00534651"/>
    <w:rsid w:val="0054309C"/>
    <w:rsid w:val="005434C5"/>
    <w:rsid w:val="00554828"/>
    <w:rsid w:val="005573E1"/>
    <w:rsid w:val="0058282C"/>
    <w:rsid w:val="00582DB1"/>
    <w:rsid w:val="00587467"/>
    <w:rsid w:val="005A157E"/>
    <w:rsid w:val="005A54E2"/>
    <w:rsid w:val="005B32CC"/>
    <w:rsid w:val="005C23CE"/>
    <w:rsid w:val="005C2F13"/>
    <w:rsid w:val="005D20E1"/>
    <w:rsid w:val="005E408C"/>
    <w:rsid w:val="005F548C"/>
    <w:rsid w:val="005F64BA"/>
    <w:rsid w:val="006011CB"/>
    <w:rsid w:val="006258A1"/>
    <w:rsid w:val="00625A93"/>
    <w:rsid w:val="00627151"/>
    <w:rsid w:val="0063079E"/>
    <w:rsid w:val="006408E8"/>
    <w:rsid w:val="00643294"/>
    <w:rsid w:val="00651C9D"/>
    <w:rsid w:val="00660F82"/>
    <w:rsid w:val="006641A9"/>
    <w:rsid w:val="00664D24"/>
    <w:rsid w:val="00665772"/>
    <w:rsid w:val="00670255"/>
    <w:rsid w:val="006722FB"/>
    <w:rsid w:val="00680C10"/>
    <w:rsid w:val="00681EF2"/>
    <w:rsid w:val="00682381"/>
    <w:rsid w:val="00693003"/>
    <w:rsid w:val="006953B6"/>
    <w:rsid w:val="006961A6"/>
    <w:rsid w:val="006A09EC"/>
    <w:rsid w:val="006A4A87"/>
    <w:rsid w:val="006B0DAB"/>
    <w:rsid w:val="006B10B5"/>
    <w:rsid w:val="006B354B"/>
    <w:rsid w:val="006B4C3E"/>
    <w:rsid w:val="006C1809"/>
    <w:rsid w:val="006C77D8"/>
    <w:rsid w:val="006D5388"/>
    <w:rsid w:val="006E57C8"/>
    <w:rsid w:val="006E795C"/>
    <w:rsid w:val="006F08C0"/>
    <w:rsid w:val="006F3312"/>
    <w:rsid w:val="007065E6"/>
    <w:rsid w:val="00707079"/>
    <w:rsid w:val="007210F4"/>
    <w:rsid w:val="0072217F"/>
    <w:rsid w:val="007229CD"/>
    <w:rsid w:val="007259EA"/>
    <w:rsid w:val="007316A4"/>
    <w:rsid w:val="007421E4"/>
    <w:rsid w:val="00747086"/>
    <w:rsid w:val="007614EF"/>
    <w:rsid w:val="0076350A"/>
    <w:rsid w:val="00770924"/>
    <w:rsid w:val="00771F5E"/>
    <w:rsid w:val="00772B9E"/>
    <w:rsid w:val="00772F37"/>
    <w:rsid w:val="00783E5A"/>
    <w:rsid w:val="007848E3"/>
    <w:rsid w:val="00785F9E"/>
    <w:rsid w:val="00791A28"/>
    <w:rsid w:val="0079679C"/>
    <w:rsid w:val="007A3418"/>
    <w:rsid w:val="007A4395"/>
    <w:rsid w:val="007D2973"/>
    <w:rsid w:val="007D355D"/>
    <w:rsid w:val="007F18DC"/>
    <w:rsid w:val="007F4310"/>
    <w:rsid w:val="00800F00"/>
    <w:rsid w:val="00813203"/>
    <w:rsid w:val="008225AE"/>
    <w:rsid w:val="008250AB"/>
    <w:rsid w:val="00825908"/>
    <w:rsid w:val="00826162"/>
    <w:rsid w:val="00833632"/>
    <w:rsid w:val="008428D4"/>
    <w:rsid w:val="00851569"/>
    <w:rsid w:val="00854A06"/>
    <w:rsid w:val="00863018"/>
    <w:rsid w:val="00863147"/>
    <w:rsid w:val="00864207"/>
    <w:rsid w:val="00864D60"/>
    <w:rsid w:val="00872363"/>
    <w:rsid w:val="008774D3"/>
    <w:rsid w:val="00887474"/>
    <w:rsid w:val="008A290F"/>
    <w:rsid w:val="008A53FA"/>
    <w:rsid w:val="008A62AD"/>
    <w:rsid w:val="008B2789"/>
    <w:rsid w:val="008B48B7"/>
    <w:rsid w:val="008B5520"/>
    <w:rsid w:val="008C0D3D"/>
    <w:rsid w:val="008C15F6"/>
    <w:rsid w:val="008C3333"/>
    <w:rsid w:val="008D7AEC"/>
    <w:rsid w:val="008E5E12"/>
    <w:rsid w:val="008F0971"/>
    <w:rsid w:val="008F1D6B"/>
    <w:rsid w:val="008F6225"/>
    <w:rsid w:val="00902270"/>
    <w:rsid w:val="00902FA2"/>
    <w:rsid w:val="00904419"/>
    <w:rsid w:val="0091026B"/>
    <w:rsid w:val="00915D83"/>
    <w:rsid w:val="009177CC"/>
    <w:rsid w:val="00935CB4"/>
    <w:rsid w:val="0093776B"/>
    <w:rsid w:val="00954484"/>
    <w:rsid w:val="00955238"/>
    <w:rsid w:val="009604A3"/>
    <w:rsid w:val="00961675"/>
    <w:rsid w:val="009633BE"/>
    <w:rsid w:val="00982911"/>
    <w:rsid w:val="00984CB8"/>
    <w:rsid w:val="00984DD4"/>
    <w:rsid w:val="00984ED7"/>
    <w:rsid w:val="009972B1"/>
    <w:rsid w:val="009B0387"/>
    <w:rsid w:val="009B5D11"/>
    <w:rsid w:val="009C00EC"/>
    <w:rsid w:val="009C234D"/>
    <w:rsid w:val="009C4156"/>
    <w:rsid w:val="009C61E2"/>
    <w:rsid w:val="009C6641"/>
    <w:rsid w:val="009D332B"/>
    <w:rsid w:val="009D55D6"/>
    <w:rsid w:val="009E16C6"/>
    <w:rsid w:val="009E6520"/>
    <w:rsid w:val="009F1437"/>
    <w:rsid w:val="00A03B89"/>
    <w:rsid w:val="00A14DF1"/>
    <w:rsid w:val="00A173A4"/>
    <w:rsid w:val="00A21424"/>
    <w:rsid w:val="00A22645"/>
    <w:rsid w:val="00A24346"/>
    <w:rsid w:val="00A243DE"/>
    <w:rsid w:val="00A30DFE"/>
    <w:rsid w:val="00A321A4"/>
    <w:rsid w:val="00A340DD"/>
    <w:rsid w:val="00A36EBF"/>
    <w:rsid w:val="00A4518C"/>
    <w:rsid w:val="00A52C25"/>
    <w:rsid w:val="00A5590A"/>
    <w:rsid w:val="00A613FD"/>
    <w:rsid w:val="00A65F0D"/>
    <w:rsid w:val="00A67E13"/>
    <w:rsid w:val="00A807B0"/>
    <w:rsid w:val="00A86271"/>
    <w:rsid w:val="00A90510"/>
    <w:rsid w:val="00A91D13"/>
    <w:rsid w:val="00A92BA4"/>
    <w:rsid w:val="00A93032"/>
    <w:rsid w:val="00A97954"/>
    <w:rsid w:val="00AA2B29"/>
    <w:rsid w:val="00AA3A2F"/>
    <w:rsid w:val="00AA3F7E"/>
    <w:rsid w:val="00AA5805"/>
    <w:rsid w:val="00AA5BE6"/>
    <w:rsid w:val="00AA5EA8"/>
    <w:rsid w:val="00AB1696"/>
    <w:rsid w:val="00AC0EC9"/>
    <w:rsid w:val="00AD3D85"/>
    <w:rsid w:val="00AF3283"/>
    <w:rsid w:val="00AF3469"/>
    <w:rsid w:val="00AF57EC"/>
    <w:rsid w:val="00AF7B99"/>
    <w:rsid w:val="00AF7C42"/>
    <w:rsid w:val="00B003A9"/>
    <w:rsid w:val="00B13BA6"/>
    <w:rsid w:val="00B13F48"/>
    <w:rsid w:val="00B22B57"/>
    <w:rsid w:val="00B26B36"/>
    <w:rsid w:val="00B30619"/>
    <w:rsid w:val="00B33659"/>
    <w:rsid w:val="00B34249"/>
    <w:rsid w:val="00B52AEF"/>
    <w:rsid w:val="00B5341E"/>
    <w:rsid w:val="00B64505"/>
    <w:rsid w:val="00B70AE7"/>
    <w:rsid w:val="00B73A18"/>
    <w:rsid w:val="00B76FD2"/>
    <w:rsid w:val="00B84303"/>
    <w:rsid w:val="00B91B26"/>
    <w:rsid w:val="00B92FCD"/>
    <w:rsid w:val="00B931E2"/>
    <w:rsid w:val="00BA37F0"/>
    <w:rsid w:val="00BA7474"/>
    <w:rsid w:val="00BB2877"/>
    <w:rsid w:val="00BB28E7"/>
    <w:rsid w:val="00BB743D"/>
    <w:rsid w:val="00BC25BA"/>
    <w:rsid w:val="00BC7CF5"/>
    <w:rsid w:val="00BD1016"/>
    <w:rsid w:val="00BD36EA"/>
    <w:rsid w:val="00BD5648"/>
    <w:rsid w:val="00BD7270"/>
    <w:rsid w:val="00BE7337"/>
    <w:rsid w:val="00BF347B"/>
    <w:rsid w:val="00BF7563"/>
    <w:rsid w:val="00C028F2"/>
    <w:rsid w:val="00C101F0"/>
    <w:rsid w:val="00C2776A"/>
    <w:rsid w:val="00C36CAE"/>
    <w:rsid w:val="00C4179F"/>
    <w:rsid w:val="00C47CF6"/>
    <w:rsid w:val="00C82D83"/>
    <w:rsid w:val="00C94CB6"/>
    <w:rsid w:val="00C95645"/>
    <w:rsid w:val="00C971D4"/>
    <w:rsid w:val="00CB5F0D"/>
    <w:rsid w:val="00CB6B6C"/>
    <w:rsid w:val="00CD1F2A"/>
    <w:rsid w:val="00CD3DEB"/>
    <w:rsid w:val="00CE2405"/>
    <w:rsid w:val="00CE3147"/>
    <w:rsid w:val="00CE3730"/>
    <w:rsid w:val="00CE6C46"/>
    <w:rsid w:val="00CF0F3C"/>
    <w:rsid w:val="00CF5619"/>
    <w:rsid w:val="00D05201"/>
    <w:rsid w:val="00D117BB"/>
    <w:rsid w:val="00D24901"/>
    <w:rsid w:val="00D24E57"/>
    <w:rsid w:val="00D255D1"/>
    <w:rsid w:val="00D261F7"/>
    <w:rsid w:val="00D26344"/>
    <w:rsid w:val="00D315D8"/>
    <w:rsid w:val="00D351E3"/>
    <w:rsid w:val="00D3653E"/>
    <w:rsid w:val="00D45C9B"/>
    <w:rsid w:val="00D55833"/>
    <w:rsid w:val="00D61D1E"/>
    <w:rsid w:val="00D63E80"/>
    <w:rsid w:val="00D6447C"/>
    <w:rsid w:val="00D70BE9"/>
    <w:rsid w:val="00D773A6"/>
    <w:rsid w:val="00D82FD1"/>
    <w:rsid w:val="00D852FC"/>
    <w:rsid w:val="00D876F9"/>
    <w:rsid w:val="00D92B6A"/>
    <w:rsid w:val="00D92C0B"/>
    <w:rsid w:val="00DB1B53"/>
    <w:rsid w:val="00DC083D"/>
    <w:rsid w:val="00DD19C5"/>
    <w:rsid w:val="00DD30E8"/>
    <w:rsid w:val="00DE23E9"/>
    <w:rsid w:val="00E052CB"/>
    <w:rsid w:val="00E14196"/>
    <w:rsid w:val="00E15567"/>
    <w:rsid w:val="00E20035"/>
    <w:rsid w:val="00E206A2"/>
    <w:rsid w:val="00E21E73"/>
    <w:rsid w:val="00E25107"/>
    <w:rsid w:val="00E255DE"/>
    <w:rsid w:val="00E25FF6"/>
    <w:rsid w:val="00E31309"/>
    <w:rsid w:val="00E3357B"/>
    <w:rsid w:val="00E4123E"/>
    <w:rsid w:val="00E543B4"/>
    <w:rsid w:val="00E54588"/>
    <w:rsid w:val="00E65457"/>
    <w:rsid w:val="00E74A47"/>
    <w:rsid w:val="00E86283"/>
    <w:rsid w:val="00E95A2F"/>
    <w:rsid w:val="00EA42D2"/>
    <w:rsid w:val="00EA7AB7"/>
    <w:rsid w:val="00ED04B6"/>
    <w:rsid w:val="00EE7214"/>
    <w:rsid w:val="00EE781E"/>
    <w:rsid w:val="00EF41BF"/>
    <w:rsid w:val="00EF62CB"/>
    <w:rsid w:val="00EF69AD"/>
    <w:rsid w:val="00F011F9"/>
    <w:rsid w:val="00F06611"/>
    <w:rsid w:val="00F31948"/>
    <w:rsid w:val="00F31DF8"/>
    <w:rsid w:val="00F37E54"/>
    <w:rsid w:val="00F41481"/>
    <w:rsid w:val="00F4189B"/>
    <w:rsid w:val="00F47344"/>
    <w:rsid w:val="00F6238A"/>
    <w:rsid w:val="00F65E01"/>
    <w:rsid w:val="00F72A8A"/>
    <w:rsid w:val="00F72FBB"/>
    <w:rsid w:val="00F82B3A"/>
    <w:rsid w:val="00FA0A98"/>
    <w:rsid w:val="00FA3A2E"/>
    <w:rsid w:val="00FC2FD7"/>
    <w:rsid w:val="00FC3FA9"/>
    <w:rsid w:val="00FC7D23"/>
    <w:rsid w:val="00FE52C1"/>
    <w:rsid w:val="00FF09FD"/>
    <w:rsid w:val="00FF6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ECC5E5F-8AD0-4121-8E08-37AFB827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C46"/>
    <w:rPr>
      <w:sz w:val="20"/>
      <w:szCs w:val="20"/>
      <w:lang w:val="ru-RU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227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F6225"/>
    <w:rPr>
      <w:lang w:val="ru-RU" w:eastAsia="et-EE"/>
    </w:rPr>
  </w:style>
  <w:style w:type="paragraph" w:styleId="Footer">
    <w:name w:val="footer"/>
    <w:basedOn w:val="Normal"/>
    <w:link w:val="FooterChar"/>
    <w:uiPriority w:val="99"/>
    <w:rsid w:val="009022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51FD"/>
    <w:rPr>
      <w:sz w:val="20"/>
      <w:szCs w:val="20"/>
      <w:lang w:val="ru-RU" w:eastAsia="et-EE"/>
    </w:rPr>
  </w:style>
  <w:style w:type="table" w:styleId="TableGrid">
    <w:name w:val="Table Grid"/>
    <w:basedOn w:val="TableNormal"/>
    <w:uiPriority w:val="99"/>
    <w:rsid w:val="008E5E1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8E5E1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25A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1FD"/>
    <w:rPr>
      <w:sz w:val="0"/>
      <w:szCs w:val="0"/>
      <w:lang w:val="ru-RU" w:eastAsia="et-EE"/>
    </w:rPr>
  </w:style>
  <w:style w:type="paragraph" w:customStyle="1" w:styleId="Style1">
    <w:name w:val="Style1"/>
    <w:basedOn w:val="EnvelopeAddress"/>
    <w:uiPriority w:val="99"/>
    <w:rsid w:val="002D6446"/>
    <w:pPr>
      <w:framePr w:wrap="around"/>
    </w:pPr>
  </w:style>
  <w:style w:type="paragraph" w:styleId="EnvelopeAddress">
    <w:name w:val="envelope address"/>
    <w:aliases w:val="Aadress"/>
    <w:basedOn w:val="Normal"/>
    <w:autoRedefine/>
    <w:uiPriority w:val="99"/>
    <w:rsid w:val="008428D4"/>
    <w:pPr>
      <w:framePr w:w="7921" w:h="1979" w:hRule="exact" w:hSpace="142" w:wrap="around" w:hAnchor="page" w:yAlign="inside"/>
      <w:ind w:left="284"/>
    </w:pPr>
    <w:rPr>
      <w:rFonts w:cs="Arial"/>
    </w:rPr>
  </w:style>
  <w:style w:type="paragraph" w:styleId="Caption">
    <w:name w:val="caption"/>
    <w:basedOn w:val="Normal"/>
    <w:next w:val="Normal"/>
    <w:uiPriority w:val="99"/>
    <w:qFormat/>
    <w:rsid w:val="00664D24"/>
    <w:rPr>
      <w:b/>
      <w:bCs/>
    </w:rPr>
  </w:style>
  <w:style w:type="paragraph" w:customStyle="1" w:styleId="Default">
    <w:name w:val="Default"/>
    <w:rsid w:val="002F55AE"/>
    <w:pPr>
      <w:autoSpaceDE w:val="0"/>
      <w:autoSpaceDN w:val="0"/>
      <w:adjustRightInd w:val="0"/>
    </w:pPr>
    <w:rPr>
      <w:color w:val="000000"/>
      <w:sz w:val="24"/>
      <w:szCs w:val="24"/>
      <w:lang w:val="et-EE"/>
    </w:rPr>
  </w:style>
  <w:style w:type="paragraph" w:customStyle="1" w:styleId="mailclassmsonormal">
    <w:name w:val="mailclass_msonormal"/>
    <w:basedOn w:val="Normal"/>
    <w:uiPriority w:val="99"/>
    <w:rsid w:val="00ED04B6"/>
    <w:rPr>
      <w:rFonts w:eastAsiaTheme="minorHAnsi"/>
      <w:sz w:val="24"/>
      <w:szCs w:val="24"/>
      <w:lang w:val="et-EE"/>
    </w:rPr>
  </w:style>
  <w:style w:type="paragraph" w:styleId="ListParagraph">
    <w:name w:val="List Paragraph"/>
    <w:basedOn w:val="Normal"/>
    <w:uiPriority w:val="34"/>
    <w:qFormat/>
    <w:rsid w:val="00ED04B6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225AE"/>
    <w:pPr>
      <w:spacing w:before="100" w:beforeAutospacing="1" w:after="100" w:afterAutospacing="1"/>
    </w:pPr>
    <w:rPr>
      <w:rFonts w:eastAsiaTheme="minorEastAsia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4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ubert\Application%20Data\Microsoft\Templates\STK%20blank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STK blanket</Template>
  <TotalTime>1</TotalTime>
  <Pages>1</Pages>
  <Words>88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Andrei Saitšuk</vt:lpstr>
      <vt:lpstr>Andrei Saitšuk</vt:lpstr>
    </vt:vector>
  </TitlesOfParts>
  <Manager>Andrei Detotšenko</Manager>
  <Company>OÜ Sillamäe Tervisekeskus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Andrei Saitšuk</dc:title>
  <dc:creator>Bubert</dc:creator>
  <cp:lastModifiedBy>Microsoft account</cp:lastModifiedBy>
  <cp:revision>3</cp:revision>
  <cp:lastPrinted>2024-12-05T08:21:00Z</cp:lastPrinted>
  <dcterms:created xsi:type="dcterms:W3CDTF">2025-02-07T08:55:00Z</dcterms:created>
  <dcterms:modified xsi:type="dcterms:W3CDTF">2025-02-07T09:42:00Z</dcterms:modified>
</cp:coreProperties>
</file>